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406257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406257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21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3534" w:rsidRDefault="00273534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353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2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B0E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44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417F5E" w:rsidRDefault="00E44054" w:rsidP="00E440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B4385C" w:rsidRPr="009C54AE" w:rsidTr="00923D7D">
        <w:tc>
          <w:tcPr>
            <w:tcW w:w="9639" w:type="dxa"/>
          </w:tcPr>
          <w:p w:rsidR="00B4385C" w:rsidRPr="0095176F" w:rsidRDefault="00B4385C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7864">
        <w:rPr>
          <w:rFonts w:ascii="Corbel" w:hAnsi="Corbel"/>
          <w:sz w:val="24"/>
          <w:szCs w:val="24"/>
        </w:rPr>
        <w:t>Problematyka ćwiczeń audytoryjnych</w:t>
      </w:r>
    </w:p>
    <w:p w:rsidR="00077864" w:rsidRPr="00077864" w:rsidRDefault="00077864" w:rsidP="0007786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375C3F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E44054">
              <w:rPr>
                <w:rFonts w:ascii="Corbel" w:hAnsi="Corbel"/>
                <w:sz w:val="24"/>
                <w:szCs w:val="24"/>
              </w:rPr>
              <w:t>gzaminu,</w:t>
            </w:r>
          </w:p>
          <w:p w:rsidR="00C61DC5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44054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4677" w:type="dxa"/>
          </w:tcPr>
          <w:p w:rsidR="00C61DC5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18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930728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Zięba-Kołodziej B.,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48401C" w:rsidRDefault="0048401C" w:rsidP="00484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8401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warszawa 2022.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Pr="002D34EA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Czarnecka,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Częstochowa 2002-2003.</w:t>
            </w: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2D34EA" w:rsidRPr="002D34EA" w:rsidRDefault="002D34EA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4603C9" w:rsidRPr="002D34EA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color w:val="FF0000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S. 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DED" w:rsidRDefault="00053DED" w:rsidP="00C16ABF">
      <w:pPr>
        <w:spacing w:after="0" w:line="240" w:lineRule="auto"/>
      </w:pPr>
      <w:r>
        <w:separator/>
      </w:r>
    </w:p>
  </w:endnote>
  <w:endnote w:type="continuationSeparator" w:id="0">
    <w:p w:rsidR="00053DED" w:rsidRDefault="00053D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DED" w:rsidRDefault="00053DED" w:rsidP="00C16ABF">
      <w:pPr>
        <w:spacing w:after="0" w:line="240" w:lineRule="auto"/>
      </w:pPr>
      <w:r>
        <w:separator/>
      </w:r>
    </w:p>
  </w:footnote>
  <w:footnote w:type="continuationSeparator" w:id="0">
    <w:p w:rsidR="00053DED" w:rsidRDefault="00053D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3DED"/>
    <w:rsid w:val="00070ED6"/>
    <w:rsid w:val="000721DA"/>
    <w:rsid w:val="000742DC"/>
    <w:rsid w:val="00077864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0EE9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7353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34EA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75C3F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06257"/>
    <w:rsid w:val="00407E13"/>
    <w:rsid w:val="00414E3C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2DD9"/>
    <w:rsid w:val="0048401C"/>
    <w:rsid w:val="004840FD"/>
    <w:rsid w:val="0048503C"/>
    <w:rsid w:val="00485764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2EA3"/>
    <w:rsid w:val="007F1652"/>
    <w:rsid w:val="007F4155"/>
    <w:rsid w:val="0081554D"/>
    <w:rsid w:val="0081707E"/>
    <w:rsid w:val="008449B3"/>
    <w:rsid w:val="0085747A"/>
    <w:rsid w:val="008734B6"/>
    <w:rsid w:val="0087774F"/>
    <w:rsid w:val="0088388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BF8"/>
    <w:rsid w:val="008D3DFB"/>
    <w:rsid w:val="008E64F4"/>
    <w:rsid w:val="008F12C9"/>
    <w:rsid w:val="008F4A3D"/>
    <w:rsid w:val="008F51E2"/>
    <w:rsid w:val="008F6E29"/>
    <w:rsid w:val="00916188"/>
    <w:rsid w:val="00923D7D"/>
    <w:rsid w:val="00930728"/>
    <w:rsid w:val="009508DF"/>
    <w:rsid w:val="00950DAC"/>
    <w:rsid w:val="0095176F"/>
    <w:rsid w:val="00954A07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7C6"/>
    <w:rsid w:val="00A93EB4"/>
    <w:rsid w:val="00A97DE1"/>
    <w:rsid w:val="00AA5567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85C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0F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54"/>
    <w:rsid w:val="00E441C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9F6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5C1C"/>
  <w15:docId w15:val="{C804EC5D-7685-465E-9C62-4E0477D9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1712E-D458-46B5-A807-255125E5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6</Pages>
  <Words>1542</Words>
  <Characters>9255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10</cp:revision>
  <cp:lastPrinted>2019-02-06T12:12:00Z</cp:lastPrinted>
  <dcterms:created xsi:type="dcterms:W3CDTF">2022-03-30T14:50:00Z</dcterms:created>
  <dcterms:modified xsi:type="dcterms:W3CDTF">2022-05-26T10:41:00Z</dcterms:modified>
</cp:coreProperties>
</file>